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9CD" w:rsidRDefault="00827278">
      <w:pPr>
        <w:pStyle w:val="Nadpis1"/>
        <w:jc w:val="center"/>
      </w:pPr>
      <w:proofErr w:type="gramStart"/>
      <w:r>
        <w:t>TECHNICKÁ   ZPRÁVA</w:t>
      </w:r>
      <w:proofErr w:type="gramEnd"/>
    </w:p>
    <w:p w:rsidR="00E909CD" w:rsidRDefault="00E909CD"/>
    <w:p w:rsidR="00E909CD" w:rsidRDefault="00E909CD"/>
    <w:p w:rsidR="00783C5D" w:rsidRDefault="00827278" w:rsidP="00F26EDA">
      <w:pPr>
        <w:pStyle w:val="Nadpis2"/>
        <w:rPr>
          <w:sz w:val="24"/>
        </w:rPr>
      </w:pPr>
      <w:r w:rsidRPr="00F26EDA">
        <w:rPr>
          <w:sz w:val="24"/>
        </w:rPr>
        <w:t xml:space="preserve">Na základě </w:t>
      </w:r>
      <w:r w:rsidR="00273503" w:rsidRPr="00F26EDA">
        <w:rPr>
          <w:sz w:val="24"/>
        </w:rPr>
        <w:t xml:space="preserve">objednávky </w:t>
      </w:r>
      <w:r w:rsidR="00154CDA">
        <w:rPr>
          <w:sz w:val="24"/>
        </w:rPr>
        <w:t>AND spol. s r.o.</w:t>
      </w:r>
      <w:r w:rsidR="003967E8">
        <w:rPr>
          <w:sz w:val="24"/>
        </w:rPr>
        <w:t>,</w:t>
      </w:r>
      <w:r w:rsidR="00783C5D">
        <w:rPr>
          <w:sz w:val="24"/>
        </w:rPr>
        <w:t xml:space="preserve"> </w:t>
      </w:r>
      <w:r w:rsidRPr="00F26EDA">
        <w:rPr>
          <w:sz w:val="24"/>
        </w:rPr>
        <w:t>byl</w:t>
      </w:r>
      <w:r w:rsidR="00154CDA">
        <w:rPr>
          <w:sz w:val="24"/>
        </w:rPr>
        <w:t>y</w:t>
      </w:r>
      <w:r w:rsidR="00F26EDA" w:rsidRPr="00F26EDA">
        <w:rPr>
          <w:sz w:val="24"/>
        </w:rPr>
        <w:t xml:space="preserve"> </w:t>
      </w:r>
      <w:r w:rsidR="003967E8">
        <w:rPr>
          <w:sz w:val="24"/>
        </w:rPr>
        <w:t>ve dnech</w:t>
      </w:r>
      <w:r w:rsidRPr="00F26EDA">
        <w:rPr>
          <w:sz w:val="24"/>
        </w:rPr>
        <w:t xml:space="preserve"> </w:t>
      </w:r>
      <w:proofErr w:type="gramStart"/>
      <w:r w:rsidR="00154CDA">
        <w:rPr>
          <w:sz w:val="24"/>
        </w:rPr>
        <w:t>30.10.2019</w:t>
      </w:r>
      <w:proofErr w:type="gramEnd"/>
      <w:r w:rsidR="00154CDA">
        <w:rPr>
          <w:sz w:val="24"/>
        </w:rPr>
        <w:t xml:space="preserve"> – 12.12.2019</w:t>
      </w:r>
      <w:r w:rsidR="00F26EDA" w:rsidRPr="00F26EDA">
        <w:rPr>
          <w:sz w:val="24"/>
        </w:rPr>
        <w:t xml:space="preserve"> </w:t>
      </w:r>
      <w:r w:rsidR="00154CDA">
        <w:rPr>
          <w:sz w:val="24"/>
        </w:rPr>
        <w:t xml:space="preserve">zaměřeny prostory sídliště Výšinka v Turnově, </w:t>
      </w:r>
      <w:r w:rsidR="00154CDA" w:rsidRPr="00154CDA">
        <w:rPr>
          <w:sz w:val="24"/>
        </w:rPr>
        <w:t xml:space="preserve">na </w:t>
      </w:r>
      <w:proofErr w:type="spellStart"/>
      <w:r w:rsidR="00154CDA" w:rsidRPr="00154CDA">
        <w:rPr>
          <w:sz w:val="24"/>
        </w:rPr>
        <w:t>parc</w:t>
      </w:r>
      <w:proofErr w:type="spellEnd"/>
      <w:r w:rsidR="00154CDA" w:rsidRPr="00154CDA">
        <w:rPr>
          <w:sz w:val="24"/>
        </w:rPr>
        <w:t>. č. 1660/8,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1660/22,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1660/42,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1660/54,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1660/48,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3352/2 a dalších</w:t>
      </w:r>
      <w:r w:rsidR="00783C5D">
        <w:rPr>
          <w:sz w:val="24"/>
        </w:rPr>
        <w:t>,</w:t>
      </w:r>
      <w:r w:rsidR="00154CDA">
        <w:rPr>
          <w:sz w:val="24"/>
        </w:rPr>
        <w:t xml:space="preserve"> </w:t>
      </w:r>
      <w:r w:rsidR="00154CDA" w:rsidRPr="00154CDA">
        <w:rPr>
          <w:sz w:val="24"/>
        </w:rPr>
        <w:t>ulice Granátová, Jana Palacha, Diamantová, Rubínová a Perlová</w:t>
      </w:r>
      <w:r w:rsidR="00154CDA">
        <w:rPr>
          <w:sz w:val="24"/>
        </w:rPr>
        <w:t>,</w:t>
      </w:r>
      <w:r w:rsidR="00783C5D">
        <w:rPr>
          <w:sz w:val="24"/>
        </w:rPr>
        <w:t xml:space="preserve"> za</w:t>
      </w:r>
      <w:r w:rsidR="00273503" w:rsidRPr="00F26EDA">
        <w:rPr>
          <w:sz w:val="24"/>
        </w:rPr>
        <w:t xml:space="preserve"> účelem vyhotovení pol</w:t>
      </w:r>
      <w:r w:rsidR="003967E8">
        <w:rPr>
          <w:sz w:val="24"/>
        </w:rPr>
        <w:t xml:space="preserve">ohopisného a </w:t>
      </w:r>
      <w:r w:rsidR="00154CDA">
        <w:rPr>
          <w:sz w:val="24"/>
        </w:rPr>
        <w:t>výškopisného plánu</w:t>
      </w:r>
      <w:r w:rsidR="003967E8">
        <w:rPr>
          <w:sz w:val="24"/>
        </w:rPr>
        <w:t>.</w:t>
      </w:r>
    </w:p>
    <w:p w:rsidR="00783C5D" w:rsidRDefault="00783C5D" w:rsidP="00F26EDA">
      <w:pPr>
        <w:pStyle w:val="Nadpis2"/>
        <w:rPr>
          <w:sz w:val="24"/>
        </w:rPr>
      </w:pPr>
    </w:p>
    <w:p w:rsidR="00E909CD" w:rsidRPr="00154CDA" w:rsidRDefault="00783C5D" w:rsidP="00F26EDA">
      <w:pPr>
        <w:pStyle w:val="Nadpis2"/>
        <w:rPr>
          <w:b/>
          <w:sz w:val="24"/>
        </w:rPr>
      </w:pPr>
      <w:proofErr w:type="spellStart"/>
      <w:proofErr w:type="gramStart"/>
      <w:r w:rsidRPr="00154CDA">
        <w:rPr>
          <w:b/>
          <w:sz w:val="24"/>
        </w:rPr>
        <w:t>K.ú</w:t>
      </w:r>
      <w:proofErr w:type="spellEnd"/>
      <w:r w:rsidRPr="00154CDA">
        <w:rPr>
          <w:b/>
          <w:sz w:val="24"/>
        </w:rPr>
        <w:t>.</w:t>
      </w:r>
      <w:proofErr w:type="gramEnd"/>
      <w:r w:rsidRPr="00154CDA">
        <w:rPr>
          <w:b/>
          <w:sz w:val="24"/>
        </w:rPr>
        <w:t xml:space="preserve"> </w:t>
      </w:r>
      <w:r w:rsidR="003967E8" w:rsidRPr="00154CDA">
        <w:rPr>
          <w:b/>
          <w:sz w:val="24"/>
        </w:rPr>
        <w:t>Turnov</w:t>
      </w:r>
    </w:p>
    <w:p w:rsidR="003967E8" w:rsidRDefault="003967E8">
      <w:pPr>
        <w:jc w:val="both"/>
      </w:pPr>
    </w:p>
    <w:p w:rsidR="003967E8" w:rsidRDefault="003967E8" w:rsidP="003967E8">
      <w:pPr>
        <w:jc w:val="both"/>
      </w:pPr>
      <w:r>
        <w:t>Měření bylo připojeno na body</w:t>
      </w:r>
      <w:r w:rsidR="00154CDA">
        <w:t xml:space="preserve"> uřčené metodou GNSS (5001-5008), body výškově vyrovnány</w:t>
      </w:r>
    </w:p>
    <w:p w:rsidR="003967E8" w:rsidRDefault="003967E8" w:rsidP="003967E8">
      <w:pPr>
        <w:jc w:val="both"/>
      </w:pPr>
      <w:r>
        <w:t xml:space="preserve">Podrobné body zaměřeny polární metodou </w:t>
      </w:r>
      <w:proofErr w:type="gramStart"/>
      <w:r>
        <w:t>ve 3.tř</w:t>
      </w:r>
      <w:proofErr w:type="gramEnd"/>
      <w:r>
        <w:t>.přesnosti.</w:t>
      </w:r>
    </w:p>
    <w:p w:rsidR="003967E8" w:rsidRDefault="003967E8" w:rsidP="003967E8">
      <w:pPr>
        <w:jc w:val="both"/>
      </w:pPr>
      <w:r>
        <w:t>Výšky podrobných bodů určeny s přesností technické nivelace</w:t>
      </w:r>
    </w:p>
    <w:p w:rsidR="00E909CD" w:rsidRDefault="00827278">
      <w:pPr>
        <w:jc w:val="both"/>
      </w:pPr>
      <w:r>
        <w:t xml:space="preserve">Pomocné měřické body určeny </w:t>
      </w:r>
      <w:r w:rsidR="0017701F">
        <w:t>rajony</w:t>
      </w:r>
      <w:r w:rsidR="00154CDA">
        <w:t xml:space="preserve"> (4001 – 4022)</w:t>
      </w:r>
    </w:p>
    <w:p w:rsidR="00E909CD" w:rsidRDefault="00E909CD">
      <w:pPr>
        <w:jc w:val="both"/>
      </w:pPr>
    </w:p>
    <w:p w:rsidR="00154CDA" w:rsidRDefault="00154CDA">
      <w:pPr>
        <w:jc w:val="both"/>
      </w:pPr>
      <w:r>
        <w:t>Podrobné body určeny polárně (1-6446) a metodou GNSS (8001-8034)</w:t>
      </w:r>
    </w:p>
    <w:p w:rsidR="008771CD" w:rsidRDefault="008771CD">
      <w:pPr>
        <w:jc w:val="both"/>
      </w:pPr>
      <w:r>
        <w:t>Do výkresu</w:t>
      </w:r>
      <w:r w:rsidR="00783C5D">
        <w:t xml:space="preserve"> je vložena katastrální mapa DKM</w:t>
      </w:r>
    </w:p>
    <w:p w:rsidR="00F26EDA" w:rsidRDefault="00F26EDA">
      <w:pPr>
        <w:jc w:val="both"/>
      </w:pPr>
      <w:r>
        <w:t>Stromy značeny mimo ČSN s vyznačením pr</w:t>
      </w:r>
      <w:r w:rsidR="00783C5D">
        <w:t>ůměru, případně množstvím kmenů</w:t>
      </w:r>
    </w:p>
    <w:p w:rsidR="00F26EDA" w:rsidRDefault="00F26EDA">
      <w:pPr>
        <w:jc w:val="both"/>
      </w:pPr>
      <w:r>
        <w:t>Ne</w:t>
      </w:r>
      <w:r w:rsidR="00783C5D">
        <w:t>použité výšky v hladině VYS_VYJ</w:t>
      </w:r>
    </w:p>
    <w:p w:rsidR="00F26EDA" w:rsidRDefault="00F26EDA">
      <w:pPr>
        <w:jc w:val="both"/>
      </w:pPr>
      <w:r>
        <w:t>Všechny body mají v atributech uvedenou výšku a stručný polní popis</w:t>
      </w:r>
    </w:p>
    <w:p w:rsidR="00783C5D" w:rsidRDefault="0017701F">
      <w:pPr>
        <w:jc w:val="both"/>
      </w:pPr>
      <w:r>
        <w:t>Pomocné v</w:t>
      </w:r>
      <w:r w:rsidR="00F26EDA">
        <w:t>rstevnice po 0,</w:t>
      </w:r>
      <w:r w:rsidR="00154CDA">
        <w:t>2</w:t>
      </w:r>
      <w:r w:rsidR="00783C5D">
        <w:t>5 m</w:t>
      </w:r>
      <w:r w:rsidR="00F26EDA">
        <w:t xml:space="preserve"> </w:t>
      </w:r>
      <w:r w:rsidR="00BC229F">
        <w:t>(VRST_DOP)</w:t>
      </w:r>
    </w:p>
    <w:p w:rsidR="00783C5D" w:rsidRDefault="00783C5D">
      <w:pPr>
        <w:jc w:val="both"/>
      </w:pPr>
      <w:r>
        <w:t>Vrstevnice mají výšku (zdvih)</w:t>
      </w:r>
      <w:bookmarkStart w:id="0" w:name="_GoBack"/>
      <w:bookmarkEnd w:id="0"/>
    </w:p>
    <w:p w:rsidR="00F26EDA" w:rsidRDefault="00F26EDA">
      <w:pPr>
        <w:jc w:val="both"/>
      </w:pPr>
      <w:r>
        <w:t>Vlož</w:t>
      </w:r>
      <w:r w:rsidR="0017701F">
        <w:t>ena 3D TIN v hladině C3D_Povrch</w:t>
      </w:r>
    </w:p>
    <w:p w:rsidR="00F26EDA" w:rsidRDefault="00F26EDA">
      <w:pPr>
        <w:jc w:val="both"/>
      </w:pPr>
    </w:p>
    <w:p w:rsidR="00E909CD" w:rsidRDefault="00827278">
      <w:pPr>
        <w:jc w:val="both"/>
      </w:pPr>
      <w:r>
        <w:rPr>
          <w:b/>
          <w:bCs/>
        </w:rPr>
        <w:t>Souřadnicový systém:</w:t>
      </w:r>
      <w:r>
        <w:t xml:space="preserve">  S-JTSK</w:t>
      </w:r>
    </w:p>
    <w:p w:rsidR="00E909CD" w:rsidRDefault="00827278">
      <w:pPr>
        <w:jc w:val="both"/>
      </w:pPr>
      <w:r>
        <w:rPr>
          <w:b/>
          <w:bCs/>
        </w:rPr>
        <w:t>Výškový systém:</w:t>
      </w:r>
      <w:r>
        <w:t xml:space="preserve"> </w:t>
      </w:r>
      <w:proofErr w:type="spellStart"/>
      <w:r>
        <w:t>Bpv</w:t>
      </w:r>
      <w:proofErr w:type="spellEnd"/>
    </w:p>
    <w:p w:rsidR="00E909CD" w:rsidRDefault="00E909CD">
      <w:pPr>
        <w:jc w:val="both"/>
      </w:pPr>
    </w:p>
    <w:p w:rsidR="00E909CD" w:rsidRDefault="00827278">
      <w:pPr>
        <w:jc w:val="both"/>
        <w:rPr>
          <w:b/>
          <w:bCs/>
        </w:rPr>
      </w:pPr>
      <w:r>
        <w:rPr>
          <w:b/>
          <w:bCs/>
        </w:rPr>
        <w:t>Přístroje a pomůcky:</w:t>
      </w:r>
    </w:p>
    <w:p w:rsidR="00673FEA" w:rsidRDefault="00673FEA" w:rsidP="00673FEA">
      <w:pPr>
        <w:pStyle w:val="Zkladntext"/>
        <w:jc w:val="left"/>
        <w:rPr>
          <w:sz w:val="24"/>
        </w:rPr>
      </w:pPr>
      <w:r>
        <w:rPr>
          <w:sz w:val="24"/>
        </w:rPr>
        <w:t>Totální stanice GEODIMETER</w:t>
      </w:r>
      <w:r w:rsidR="00BC229F">
        <w:rPr>
          <w:sz w:val="24"/>
        </w:rPr>
        <w:t xml:space="preserve"> </w:t>
      </w:r>
      <w:r>
        <w:rPr>
          <w:sz w:val="24"/>
        </w:rPr>
        <w:t xml:space="preserve">620 </w:t>
      </w:r>
      <w:r w:rsidR="00783C5D">
        <w:rPr>
          <w:sz w:val="24"/>
        </w:rPr>
        <w:t xml:space="preserve">pro </w:t>
      </w:r>
      <w:r>
        <w:rPr>
          <w:sz w:val="24"/>
        </w:rPr>
        <w:t>s příslušenstvím</w:t>
      </w:r>
    </w:p>
    <w:p w:rsidR="003967E8" w:rsidRDefault="00154CDA" w:rsidP="003967E8">
      <w:pPr>
        <w:pStyle w:val="Zkladntext"/>
        <w:jc w:val="left"/>
        <w:rPr>
          <w:sz w:val="24"/>
        </w:rPr>
      </w:pPr>
      <w:r>
        <w:rPr>
          <w:sz w:val="24"/>
        </w:rPr>
        <w:t xml:space="preserve">GNSS </w:t>
      </w:r>
      <w:proofErr w:type="spellStart"/>
      <w:r>
        <w:rPr>
          <w:sz w:val="24"/>
        </w:rPr>
        <w:t>Stonex</w:t>
      </w:r>
      <w:proofErr w:type="spellEnd"/>
      <w:r>
        <w:rPr>
          <w:sz w:val="24"/>
        </w:rPr>
        <w:t xml:space="preserve"> S9i</w:t>
      </w:r>
    </w:p>
    <w:p w:rsidR="003967E8" w:rsidRPr="00BC229F" w:rsidRDefault="003967E8" w:rsidP="003967E8">
      <w:pPr>
        <w:pStyle w:val="Zkladntext"/>
        <w:jc w:val="left"/>
        <w:rPr>
          <w:sz w:val="24"/>
        </w:rPr>
      </w:pPr>
      <w:r w:rsidRPr="00BC229F">
        <w:rPr>
          <w:sz w:val="24"/>
        </w:rPr>
        <w:t xml:space="preserve">Program </w:t>
      </w:r>
      <w:proofErr w:type="spellStart"/>
      <w:r w:rsidRPr="00BC229F">
        <w:rPr>
          <w:sz w:val="24"/>
        </w:rPr>
        <w:t>Transform</w:t>
      </w:r>
      <w:proofErr w:type="spellEnd"/>
      <w:r w:rsidRPr="00BC229F">
        <w:rPr>
          <w:sz w:val="24"/>
        </w:rPr>
        <w:t xml:space="preserve"> </w:t>
      </w:r>
      <w:r w:rsidR="00BC229F" w:rsidRPr="00BC229F">
        <w:rPr>
          <w:sz w:val="24"/>
        </w:rPr>
        <w:t>MAX 1710/2</w:t>
      </w:r>
    </w:p>
    <w:p w:rsidR="00BC229F" w:rsidRDefault="00BC229F" w:rsidP="00E37E59">
      <w:pPr>
        <w:pStyle w:val="Zkladntext"/>
        <w:jc w:val="left"/>
        <w:rPr>
          <w:sz w:val="24"/>
        </w:rPr>
      </w:pPr>
      <w:proofErr w:type="spellStart"/>
      <w:r>
        <w:rPr>
          <w:sz w:val="24"/>
        </w:rPr>
        <w:t>SurvCE</w:t>
      </w:r>
      <w:proofErr w:type="spellEnd"/>
      <w:r>
        <w:rPr>
          <w:sz w:val="24"/>
        </w:rPr>
        <w:t xml:space="preserve"> v. 5.90.75</w:t>
      </w:r>
    </w:p>
    <w:p w:rsidR="00E37E59" w:rsidRDefault="00E37E59" w:rsidP="00E37E59">
      <w:pPr>
        <w:pStyle w:val="Zkladntext"/>
        <w:jc w:val="left"/>
        <w:rPr>
          <w:sz w:val="24"/>
        </w:rPr>
      </w:pPr>
      <w:r>
        <w:rPr>
          <w:sz w:val="24"/>
        </w:rPr>
        <w:t xml:space="preserve">Program Geus </w:t>
      </w:r>
      <w:r w:rsidR="00DD0575">
        <w:rPr>
          <w:sz w:val="24"/>
        </w:rPr>
        <w:t>2</w:t>
      </w:r>
      <w:r w:rsidR="00F26EDA">
        <w:rPr>
          <w:sz w:val="24"/>
        </w:rPr>
        <w:t>3</w:t>
      </w:r>
    </w:p>
    <w:p w:rsidR="00E909CD" w:rsidRDefault="00F26EDA">
      <w:pPr>
        <w:pStyle w:val="Zkladntext"/>
        <w:rPr>
          <w:sz w:val="24"/>
        </w:rPr>
      </w:pPr>
      <w:proofErr w:type="spellStart"/>
      <w:r>
        <w:rPr>
          <w:sz w:val="24"/>
        </w:rPr>
        <w:t>GStarCAD</w:t>
      </w:r>
      <w:proofErr w:type="spellEnd"/>
      <w:r>
        <w:rPr>
          <w:sz w:val="24"/>
        </w:rPr>
        <w:t xml:space="preserve"> 2018</w:t>
      </w:r>
    </w:p>
    <w:p w:rsidR="00F26EDA" w:rsidRDefault="00F26EDA">
      <w:pPr>
        <w:pStyle w:val="Zkladntext"/>
        <w:rPr>
          <w:sz w:val="24"/>
        </w:rPr>
      </w:pPr>
      <w:proofErr w:type="spellStart"/>
      <w:r>
        <w:rPr>
          <w:sz w:val="24"/>
        </w:rPr>
        <w:t>GeoWin</w:t>
      </w:r>
      <w:proofErr w:type="spellEnd"/>
    </w:p>
    <w:p w:rsidR="006A24AC" w:rsidRDefault="00827278">
      <w:pPr>
        <w:pStyle w:val="Zkladntext"/>
        <w:jc w:val="right"/>
        <w:rPr>
          <w:sz w:val="24"/>
        </w:rPr>
      </w:pPr>
      <w:r>
        <w:rPr>
          <w:sz w:val="24"/>
        </w:rPr>
        <w:t xml:space="preserve">Vyhotovil: </w:t>
      </w:r>
      <w:r w:rsidR="00F26EDA">
        <w:rPr>
          <w:sz w:val="24"/>
        </w:rPr>
        <w:t>Bc. Jan Kohl</w:t>
      </w:r>
    </w:p>
    <w:p w:rsidR="00E37E59" w:rsidRDefault="002C6BF6">
      <w:pPr>
        <w:pStyle w:val="Zkladntext"/>
        <w:jc w:val="right"/>
        <w:rPr>
          <w:sz w:val="24"/>
        </w:rPr>
      </w:pPr>
      <w:r>
        <w:rPr>
          <w:noProof/>
        </w:rPr>
        <w:drawing>
          <wp:inline distT="0" distB="0" distL="0" distR="0" wp14:anchorId="111292DC" wp14:editId="1098C489">
            <wp:extent cx="1810385" cy="1094024"/>
            <wp:effectExtent l="0" t="0" r="0" b="0"/>
            <wp:docPr id="2" name="Obrázek 2" descr="C:\Users\IVK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K\Desktop\pod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281" cy="110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59" w:rsidRDefault="00E37E59">
      <w:pPr>
        <w:pStyle w:val="Zkladntext"/>
        <w:jc w:val="right"/>
        <w:rPr>
          <w:sz w:val="24"/>
        </w:rPr>
      </w:pPr>
    </w:p>
    <w:p w:rsidR="00E37E59" w:rsidRDefault="00D34283">
      <w:pPr>
        <w:pStyle w:val="Zkladntext"/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4572635</wp:posOffset>
                </wp:positionH>
                <wp:positionV relativeFrom="paragraph">
                  <wp:posOffset>-33020</wp:posOffset>
                </wp:positionV>
                <wp:extent cx="1714500" cy="685800"/>
                <wp:effectExtent l="33655" t="36830" r="33020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E59" w:rsidRDefault="00E37E59" w:rsidP="00E37E59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Aleš Kohl-geodetické práce</w:t>
                            </w:r>
                          </w:p>
                          <w:p w:rsidR="00E37E59" w:rsidRDefault="00E37E59" w:rsidP="00E37E59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IČO: 16150309</w:t>
                            </w:r>
                          </w:p>
                          <w:p w:rsidR="00E37E59" w:rsidRDefault="00E37E59" w:rsidP="00E37E59">
                            <w:pPr>
                              <w:rPr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DIČ CZ5601280190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0.05pt;margin-top:-2.6pt;width:13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" strokecolor="gray" strokeweight="4.5pt">
                <v:stroke linestyle="thinThick"/>
                <v:textbox>
                  <w:txbxContent>
                    <w:p w:rsidR="00E37E59" w:rsidRDefault="00E37E59" w:rsidP="00E37E59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Aleš Kohl-geodetické práce</w:t>
                      </w:r>
                    </w:p>
                    <w:p w:rsidR="00E37E59" w:rsidRDefault="00E37E59" w:rsidP="00E37E59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IČO: 16150309</w:t>
                      </w:r>
                    </w:p>
                    <w:p w:rsidR="00E37E59" w:rsidRDefault="00E37E59" w:rsidP="00E37E59">
                      <w:pPr>
                        <w:rPr>
                          <w:color w:val="808080"/>
                          <w:sz w:val="16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DIČ CZ5601280190</w:t>
                      </w:r>
                    </w:p>
                  </w:txbxContent>
                </v:textbox>
              </v:shape>
            </w:pict>
          </mc:Fallback>
        </mc:AlternateContent>
      </w:r>
    </w:p>
    <w:p w:rsidR="00E37E59" w:rsidRDefault="00E37E59">
      <w:pPr>
        <w:pStyle w:val="Zkladntext"/>
        <w:jc w:val="right"/>
        <w:rPr>
          <w:sz w:val="24"/>
        </w:rPr>
      </w:pPr>
    </w:p>
    <w:sectPr w:rsidR="00E37E59" w:rsidSect="00E909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11" w:rsidRDefault="00081C11">
      <w:r>
        <w:separator/>
      </w:r>
    </w:p>
  </w:endnote>
  <w:endnote w:type="continuationSeparator" w:id="0">
    <w:p w:rsidR="00081C11" w:rsidRDefault="0008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11" w:rsidRDefault="00081C11">
      <w:r>
        <w:separator/>
      </w:r>
    </w:p>
  </w:footnote>
  <w:footnote w:type="continuationSeparator" w:id="0">
    <w:p w:rsidR="00081C11" w:rsidRDefault="00081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4AC" w:rsidRDefault="001D39E9" w:rsidP="006A24AC">
    <w:pPr>
      <w:pStyle w:val="Zhlav"/>
      <w:rPr>
        <w:rStyle w:val="slostrnky"/>
      </w:rPr>
    </w:pPr>
    <w:r>
      <w:rPr>
        <w:rStyle w:val="slostrnky"/>
      </w:rPr>
      <w:fldChar w:fldCharType="begin"/>
    </w:r>
    <w:r w:rsidR="006A24AC">
      <w:rPr>
        <w:rStyle w:val="slostrnky"/>
      </w:rPr>
      <w:instrText xml:space="preserve"> DATE \@ "d.M.yyyy" </w:instrText>
    </w:r>
    <w:r>
      <w:rPr>
        <w:rStyle w:val="slostrnky"/>
      </w:rPr>
      <w:fldChar w:fldCharType="separate"/>
    </w:r>
    <w:r w:rsidR="00334DCF">
      <w:rPr>
        <w:rStyle w:val="slostrnky"/>
        <w:noProof/>
      </w:rPr>
      <w:t>14.12.2019</w:t>
    </w:r>
    <w:r>
      <w:rPr>
        <w:rStyle w:val="slostrnky"/>
      </w:rPr>
      <w:fldChar w:fldCharType="end"/>
    </w:r>
  </w:p>
  <w:p w:rsidR="006A24AC" w:rsidRDefault="006A24AC" w:rsidP="006A24AC">
    <w:pPr>
      <w:pStyle w:val="Zhlav"/>
      <w:tabs>
        <w:tab w:val="clear" w:pos="9072"/>
        <w:tab w:val="left" w:pos="6828"/>
      </w:tabs>
      <w:rPr>
        <w:b/>
        <w:bCs/>
      </w:rPr>
    </w:pPr>
    <w:r>
      <w:rPr>
        <w:b/>
        <w:bCs/>
      </w:rPr>
      <w:t xml:space="preserve">Aleš Kohl-geodetické </w:t>
    </w:r>
    <w:proofErr w:type="spellStart"/>
    <w:proofErr w:type="gramStart"/>
    <w:r>
      <w:rPr>
        <w:b/>
        <w:bCs/>
      </w:rPr>
      <w:t>práce,Byšická</w:t>
    </w:r>
    <w:proofErr w:type="spellEnd"/>
    <w:proofErr w:type="gramEnd"/>
    <w:r>
      <w:rPr>
        <w:b/>
        <w:bCs/>
      </w:rPr>
      <w:t xml:space="preserve"> 710/3,Praha 8</w:t>
    </w:r>
    <w:r>
      <w:rPr>
        <w:b/>
        <w:bCs/>
      </w:rPr>
      <w:tab/>
    </w:r>
  </w:p>
  <w:p w:rsidR="006A24AC" w:rsidRDefault="006A24AC" w:rsidP="006A24AC">
    <w:pPr>
      <w:pStyle w:val="Zhlav"/>
    </w:pPr>
    <w:r>
      <w:t>IČO:</w:t>
    </w:r>
    <w:proofErr w:type="gramStart"/>
    <w:r>
      <w:t>16150309,DIČ</w:t>
    </w:r>
    <w:proofErr w:type="gramEnd"/>
    <w:r>
      <w:t xml:space="preserve"> </w:t>
    </w:r>
    <w:r w:rsidR="00E37E59">
      <w:t>CZ</w:t>
    </w:r>
    <w:r>
      <w:t>5601280190</w:t>
    </w:r>
  </w:p>
  <w:p w:rsidR="006A24AC" w:rsidRDefault="006A24AC" w:rsidP="006A24AC">
    <w:pPr>
      <w:pStyle w:val="Zhlav"/>
    </w:pPr>
    <w:r>
      <w:t>mobil: 603421897,e-mail: kohl@</w:t>
    </w:r>
    <w:r w:rsidR="00E37E59">
      <w:t>gpkohl</w:t>
    </w:r>
    <w:r>
      <w:t>.cz</w:t>
    </w:r>
  </w:p>
  <w:p w:rsidR="00E909CD" w:rsidRPr="006A24AC" w:rsidRDefault="00E909CD" w:rsidP="006A24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DA"/>
    <w:rsid w:val="00081C11"/>
    <w:rsid w:val="000B4E22"/>
    <w:rsid w:val="00154CDA"/>
    <w:rsid w:val="0017701F"/>
    <w:rsid w:val="001D39E9"/>
    <w:rsid w:val="00211B6B"/>
    <w:rsid w:val="00273503"/>
    <w:rsid w:val="002C6BF6"/>
    <w:rsid w:val="00334DCF"/>
    <w:rsid w:val="00334FBB"/>
    <w:rsid w:val="003967E8"/>
    <w:rsid w:val="003C0B0B"/>
    <w:rsid w:val="0046785B"/>
    <w:rsid w:val="00673FEA"/>
    <w:rsid w:val="006A24AC"/>
    <w:rsid w:val="0070593C"/>
    <w:rsid w:val="00783C5D"/>
    <w:rsid w:val="00827278"/>
    <w:rsid w:val="00837CB7"/>
    <w:rsid w:val="008771CD"/>
    <w:rsid w:val="00926C4B"/>
    <w:rsid w:val="00953997"/>
    <w:rsid w:val="00A229C6"/>
    <w:rsid w:val="00A82CF6"/>
    <w:rsid w:val="00AA61E6"/>
    <w:rsid w:val="00B01A4C"/>
    <w:rsid w:val="00BB22CF"/>
    <w:rsid w:val="00BC229F"/>
    <w:rsid w:val="00D34283"/>
    <w:rsid w:val="00DD0575"/>
    <w:rsid w:val="00E03C80"/>
    <w:rsid w:val="00E37E59"/>
    <w:rsid w:val="00E909CD"/>
    <w:rsid w:val="00F20032"/>
    <w:rsid w:val="00F26EDA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C99F69D-87D8-435F-B420-9E4E42BF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09CD"/>
    <w:rPr>
      <w:sz w:val="24"/>
      <w:szCs w:val="24"/>
    </w:rPr>
  </w:style>
  <w:style w:type="paragraph" w:styleId="Nadpis1">
    <w:name w:val="heading 1"/>
    <w:basedOn w:val="Normln"/>
    <w:next w:val="Normln"/>
    <w:qFormat/>
    <w:rsid w:val="00E909CD"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E909CD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909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909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909CD"/>
  </w:style>
  <w:style w:type="paragraph" w:styleId="Zkladntext">
    <w:name w:val="Body Text"/>
    <w:basedOn w:val="Normln"/>
    <w:semiHidden/>
    <w:rsid w:val="00E909CD"/>
    <w:pPr>
      <w:jc w:val="both"/>
    </w:pPr>
    <w:rPr>
      <w:sz w:val="28"/>
    </w:rPr>
  </w:style>
  <w:style w:type="paragraph" w:styleId="Rozloendokumentu">
    <w:name w:val="Document Map"/>
    <w:basedOn w:val="Normln"/>
    <w:semiHidden/>
    <w:rsid w:val="00E909C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4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K\Dropbox\geodeti%20Team%20Folder\&#352;ABLONY\PROGEOK_2018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PROGEOK_2018.dotx</Template>
  <TotalTime>12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ZPRÁVA</vt:lpstr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ZPRÁVA</dc:title>
  <dc:creator>IVK</dc:creator>
  <cp:lastModifiedBy>IVK</cp:lastModifiedBy>
  <cp:revision>4</cp:revision>
  <cp:lastPrinted>2005-09-16T11:34:00Z</cp:lastPrinted>
  <dcterms:created xsi:type="dcterms:W3CDTF">2019-12-14T09:34:00Z</dcterms:created>
  <dcterms:modified xsi:type="dcterms:W3CDTF">2019-12-14T09:47:00Z</dcterms:modified>
</cp:coreProperties>
</file>